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387D6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53564538" w14:textId="77777777" w:rsidR="006860A4" w:rsidRDefault="00387D68">
      <w:pPr>
        <w:jc w:val="center"/>
        <w:rPr>
          <w:b/>
          <w:caps/>
          <w:szCs w:val="24"/>
        </w:rPr>
      </w:pPr>
      <w:r>
        <w:rPr>
          <w:b/>
          <w:caps/>
          <w:szCs w:val="24"/>
        </w:rPr>
        <w:t>DĖL valstybinės žemės nuomos 2019 m. gruodžio 6 d. sutarties Nr. 15sžn-319-(14.15.55.) nutraukimo</w:t>
      </w:r>
    </w:p>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29FABA53" w:rsidR="006860A4" w:rsidRDefault="00387D68">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2024 m. gruodžio 6 </w:t>
      </w:r>
      <w:r>
        <w:rPr>
          <w:color w:val="000000"/>
          <w:szCs w:val="24"/>
          <w:shd w:val="clear" w:color="auto" w:fill="FFFFFF"/>
        </w:rPr>
        <w:t>d. Nr. T10-248</w:t>
      </w:r>
    </w:p>
    <w:p w14:paraId="1B93B198" w14:textId="77777777" w:rsidR="006860A4" w:rsidRDefault="00387D68">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791D01A4" w14:textId="77777777" w:rsidR="006860A4" w:rsidRDefault="00387D68">
      <w:pPr>
        <w:pStyle w:val="Pagrindiniotekstotrauka2"/>
        <w:spacing w:after="0" w:line="240" w:lineRule="auto"/>
        <w:ind w:left="0" w:firstLine="1247"/>
        <w:jc w:val="both"/>
      </w:pPr>
      <w:r>
        <w:t xml:space="preserve">Vadovaudamasi Lietuvos Respublikos vietos savivaldos įstatymo 15 straipsnio 2 dalies 20 punktu, Lietuvos Respublikos civilinio kodekso 6.562 straipsnio 2 punktu, Lietuvos Respublikos </w:t>
      </w:r>
      <w:r>
        <w:rPr>
          <w:color w:val="000000"/>
          <w:lang w:eastAsia="lt-LT"/>
        </w:rPr>
        <w:t xml:space="preserve">žemės įstatymo 7 straipsnio 1 dalies 2 punktu ir </w:t>
      </w:r>
      <w:r>
        <w:t xml:space="preserve">atsižvelgdama į VĮ Registrų centro Gyventojų registro duomenis, Skuodo rajono savivaldybės taryba </w:t>
      </w:r>
      <w:r>
        <w:rPr>
          <w:spacing w:val="40"/>
        </w:rPr>
        <w:t>nusprendži</w:t>
      </w:r>
      <w:r>
        <w:t>a:</w:t>
      </w:r>
    </w:p>
    <w:p w14:paraId="68D4F712" w14:textId="29D0212B" w:rsidR="006860A4" w:rsidRDefault="00387D68">
      <w:pPr>
        <w:tabs>
          <w:tab w:val="left" w:pos="912"/>
        </w:tabs>
        <w:ind w:firstLine="1247"/>
        <w:jc w:val="both"/>
        <w:rPr>
          <w:szCs w:val="24"/>
        </w:rPr>
      </w:pPr>
      <w:r>
        <w:rPr>
          <w:szCs w:val="24"/>
        </w:rPr>
        <w:t xml:space="preserve">1. Nutraukti prieš terminą </w:t>
      </w:r>
      <w:r>
        <w:rPr>
          <w:bCs/>
          <w:szCs w:val="24"/>
        </w:rPr>
        <w:t xml:space="preserve">su </w:t>
      </w:r>
      <w:r w:rsidRPr="00387D68">
        <w:rPr>
          <w:i/>
        </w:rPr>
        <w:t>(duomenys neskelbtini)</w:t>
      </w:r>
      <w:r>
        <w:rPr>
          <w:i/>
        </w:rPr>
        <w:t xml:space="preserve"> </w:t>
      </w:r>
      <w:r>
        <w:rPr>
          <w:szCs w:val="24"/>
        </w:rPr>
        <w:t>2019 m. gruodžio 6 d. sudarytą valstybinės žemės nuomos sutartį Nr. 15SŽN-319-(14.15.55.) dėl 0,2285 ha valstybinės žemės sklypo, kadastro Nr. 7550/0005:447</w:t>
      </w:r>
      <w:r>
        <w:rPr>
          <w:bCs/>
          <w:szCs w:val="24"/>
        </w:rPr>
        <w:t>, unikalus Nr. 4400-5304-7550</w:t>
      </w:r>
      <w:r>
        <w:rPr>
          <w:szCs w:val="24"/>
        </w:rPr>
        <w:t>, esančio Mosėdžio g. 51, Skuodo mieste</w:t>
      </w:r>
      <w:r>
        <w:rPr>
          <w:bCs/>
          <w:szCs w:val="24"/>
        </w:rPr>
        <w:t>, dalies, sudarančios 0,0083 ha</w:t>
      </w:r>
      <w:r>
        <w:t>.</w:t>
      </w:r>
    </w:p>
    <w:p w14:paraId="4D176F8A" w14:textId="3095350E" w:rsidR="006860A4" w:rsidRDefault="00387D6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171EE098" w14:textId="77777777" w:rsidR="006860A4" w:rsidRDefault="006860A4">
      <w:pPr>
        <w:tabs>
          <w:tab w:val="left" w:pos="5670"/>
          <w:tab w:val="left" w:pos="7044"/>
        </w:tabs>
        <w:jc w:val="both"/>
        <w:rPr>
          <w:szCs w:val="24"/>
        </w:rPr>
      </w:pPr>
    </w:p>
    <w:p w14:paraId="169AEA6F" w14:textId="77777777" w:rsidR="006860A4" w:rsidRDefault="006860A4">
      <w:pPr>
        <w:tabs>
          <w:tab w:val="left" w:pos="5670"/>
          <w:tab w:val="left" w:pos="7044"/>
        </w:tabs>
        <w:jc w:val="both"/>
        <w:rPr>
          <w:szCs w:val="24"/>
        </w:rPr>
      </w:pPr>
    </w:p>
    <w:p w14:paraId="5020552D" w14:textId="77777777" w:rsidR="006860A4" w:rsidRDefault="00387D68">
      <w:pPr>
        <w:tabs>
          <w:tab w:val="left" w:pos="5670"/>
          <w:tab w:val="left" w:pos="7044"/>
        </w:tabs>
        <w:jc w:val="both"/>
        <w:rPr>
          <w:szCs w:val="24"/>
        </w:rPr>
      </w:pPr>
      <w:r>
        <w:rPr>
          <w:szCs w:val="24"/>
        </w:rPr>
        <w:t>Savivaldybės meras</w:t>
      </w:r>
      <w:r>
        <w:rPr>
          <w:szCs w:val="24"/>
        </w:rPr>
        <w:tab/>
      </w:r>
      <w:r>
        <w:rPr>
          <w:szCs w:val="24"/>
        </w:rPr>
        <w:tab/>
      </w: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1EF2382" w14:textId="77777777" w:rsidR="006860A4" w:rsidRDefault="006860A4">
      <w:pPr>
        <w:jc w:val="both"/>
        <w:rPr>
          <w:lang w:eastAsia="de-DE"/>
        </w:rPr>
      </w:pPr>
    </w:p>
    <w:p w14:paraId="3E320626" w14:textId="77777777" w:rsidR="006860A4" w:rsidRDefault="006860A4">
      <w:pPr>
        <w:jc w:val="both"/>
        <w:rPr>
          <w:lang w:eastAsia="de-DE"/>
        </w:rPr>
      </w:pPr>
    </w:p>
    <w:p w14:paraId="2022A411" w14:textId="77777777" w:rsidR="006860A4" w:rsidRDefault="006860A4">
      <w:pPr>
        <w:jc w:val="both"/>
        <w:rPr>
          <w:lang w:eastAsia="de-DE"/>
        </w:rPr>
      </w:pPr>
    </w:p>
    <w:p w14:paraId="6BFCE5DB" w14:textId="77777777" w:rsidR="006860A4" w:rsidRDefault="006860A4">
      <w:pPr>
        <w:jc w:val="both"/>
        <w:rPr>
          <w:lang w:eastAsia="de-DE"/>
        </w:rPr>
      </w:pPr>
    </w:p>
    <w:p w14:paraId="600AFFE9" w14:textId="77777777" w:rsidR="006860A4" w:rsidRDefault="006860A4">
      <w:pPr>
        <w:jc w:val="both"/>
        <w:rPr>
          <w:lang w:eastAsia="de-DE"/>
        </w:rPr>
      </w:pPr>
    </w:p>
    <w:p w14:paraId="21088981" w14:textId="77777777" w:rsidR="006860A4" w:rsidRDefault="006860A4">
      <w:pPr>
        <w:jc w:val="both"/>
        <w:rPr>
          <w:lang w:eastAsia="de-DE"/>
        </w:rPr>
      </w:pPr>
    </w:p>
    <w:p w14:paraId="5F8FD701" w14:textId="77777777" w:rsidR="006860A4" w:rsidRDefault="006860A4">
      <w:pPr>
        <w:jc w:val="both"/>
        <w:rPr>
          <w:lang w:eastAsia="de-DE"/>
        </w:rPr>
      </w:pPr>
    </w:p>
    <w:p w14:paraId="2C382399" w14:textId="77777777" w:rsidR="006860A4" w:rsidRDefault="006860A4">
      <w:pPr>
        <w:jc w:val="both"/>
        <w:rPr>
          <w:lang w:eastAsia="de-DE"/>
        </w:rPr>
      </w:pPr>
    </w:p>
    <w:p w14:paraId="00BA5D15" w14:textId="77777777" w:rsidR="006860A4" w:rsidRDefault="006860A4">
      <w:pPr>
        <w:jc w:val="both"/>
        <w:rPr>
          <w:lang w:eastAsia="de-DE"/>
        </w:rPr>
      </w:pPr>
    </w:p>
    <w:p w14:paraId="0891A076" w14:textId="77777777" w:rsidR="006860A4" w:rsidRDefault="006860A4">
      <w:pPr>
        <w:jc w:val="both"/>
        <w:rPr>
          <w:lang w:eastAsia="de-DE"/>
        </w:rPr>
      </w:pPr>
    </w:p>
    <w:p w14:paraId="55C57A53" w14:textId="77777777" w:rsidR="006860A4" w:rsidRDefault="006860A4">
      <w:pPr>
        <w:jc w:val="both"/>
        <w:rPr>
          <w:lang w:eastAsia="de-DE"/>
        </w:rPr>
      </w:pPr>
    </w:p>
    <w:p w14:paraId="13F2B4FC" w14:textId="77777777" w:rsidR="006860A4" w:rsidRDefault="006860A4">
      <w:pPr>
        <w:jc w:val="both"/>
        <w:rPr>
          <w:lang w:eastAsia="de-DE"/>
        </w:rPr>
      </w:pPr>
    </w:p>
    <w:p w14:paraId="6115D5DA" w14:textId="77777777" w:rsidR="006860A4" w:rsidRDefault="006860A4">
      <w:pPr>
        <w:jc w:val="both"/>
        <w:rPr>
          <w:lang w:eastAsia="de-DE"/>
        </w:rPr>
      </w:pPr>
    </w:p>
    <w:p w14:paraId="1DB9EFC7" w14:textId="77777777" w:rsidR="006860A4" w:rsidRDefault="006860A4">
      <w:pPr>
        <w:jc w:val="both"/>
        <w:rPr>
          <w:lang w:eastAsia="de-DE"/>
        </w:rPr>
      </w:pPr>
    </w:p>
    <w:p w14:paraId="01306822" w14:textId="77777777" w:rsidR="006860A4" w:rsidRDefault="006860A4">
      <w:pPr>
        <w:jc w:val="both"/>
        <w:rPr>
          <w:lang w:eastAsia="de-DE"/>
        </w:rPr>
      </w:pPr>
    </w:p>
    <w:p w14:paraId="391794BA" w14:textId="77777777" w:rsidR="006860A4" w:rsidRDefault="006860A4">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7777777" w:rsidR="006860A4" w:rsidRDefault="00387D68">
      <w:pPr>
        <w:jc w:val="both"/>
        <w:rPr>
          <w:lang w:eastAsia="de-DE"/>
        </w:rPr>
      </w:pPr>
      <w:r>
        <w:rPr>
          <w:lang w:eastAsia="de-DE"/>
        </w:rPr>
        <w:t>Jolanta Juškienė, tel. (8 440)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30148" w14:textId="77777777" w:rsidR="008A3F0B" w:rsidRDefault="008A3F0B">
      <w:r>
        <w:separator/>
      </w:r>
    </w:p>
  </w:endnote>
  <w:endnote w:type="continuationSeparator" w:id="0">
    <w:p w14:paraId="1D9E52F9" w14:textId="77777777" w:rsidR="008A3F0B" w:rsidRDefault="008A3F0B">
      <w:r>
        <w:continuationSeparator/>
      </w:r>
    </w:p>
  </w:endnote>
  <w:endnote w:type="continuationNotice" w:id="1">
    <w:p w14:paraId="3C2A2A0A" w14:textId="77777777" w:rsidR="008A3F0B" w:rsidRDefault="008A3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C270C" w14:textId="77777777" w:rsidR="008A3F0B" w:rsidRDefault="008A3F0B">
      <w:r>
        <w:separator/>
      </w:r>
    </w:p>
  </w:footnote>
  <w:footnote w:type="continuationSeparator" w:id="0">
    <w:p w14:paraId="2C919806" w14:textId="77777777" w:rsidR="008A3F0B" w:rsidRDefault="008A3F0B">
      <w:r>
        <w:continuationSeparator/>
      </w:r>
    </w:p>
  </w:footnote>
  <w:footnote w:type="continuationNotice" w:id="1">
    <w:p w14:paraId="58F5B8F3" w14:textId="77777777" w:rsidR="008A3F0B" w:rsidRDefault="008A3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5E49C" w14:textId="77777777" w:rsidR="006860A4" w:rsidRDefault="00387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F0D23" w14:textId="77777777" w:rsidR="006860A4" w:rsidRDefault="00387D6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num w:numId="1" w16cid:durableId="1395660568">
    <w:abstractNumId w:val="1"/>
  </w:num>
  <w:num w:numId="2" w16cid:durableId="1043284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775FC"/>
    <w:rsid w:val="00387D68"/>
    <w:rsid w:val="006860A4"/>
    <w:rsid w:val="008A3F0B"/>
    <w:rsid w:val="00B31294"/>
    <w:rsid w:val="00C41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1</TotalTime>
  <Pages>1</Pages>
  <Words>856</Words>
  <Characters>489</Characters>
  <Application>Microsoft Office Word</Application>
  <DocSecurity>4</DocSecurity>
  <Lines>4</Lines>
  <Paragraphs>2</Paragraphs>
  <ScaleCrop>false</ScaleCrop>
  <Company/>
  <LinksUpToDate>false</LinksUpToDate>
  <CharactersWithSpaces>1343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2024-12-09T09:27:00Z</dcterms:created>
  <dcterms:modified xsi:type="dcterms:W3CDTF">2024-12-09T09:27:00Z</dcterms:modified>
</cp:coreProperties>
</file>